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3D4A8">
    <v:background id="_x0000_s1025" o:bwmode="white" fillcolor="#03d4a8" o:targetscreensize="1024,768">
      <v:fill color2="#005cbf" focusposition=".5,.5" focussize="" colors="0 #03d4a8;.25 #21d6e0;.75 #0087e6;1 #005cbf" method="none" focus="100%" type="gradientRadial"/>
    </v:background>
  </w:background>
  <w:body>
    <w:p w:rsidR="009B2D0E" w:rsidRPr="00315322" w:rsidRDefault="005976B0" w:rsidP="0043712A">
      <w:pPr>
        <w:jc w:val="center"/>
        <w:rPr>
          <w:rFonts w:ascii="Kristen ITC" w:hAnsi="Kristen ITC"/>
          <w:b/>
          <w:color w:val="FFFFFF" w:themeColor="background1"/>
          <w:sz w:val="56"/>
          <w:szCs w:val="56"/>
          <w14:shadow w14:blurRad="101600" w14:dist="76200" w14:dir="5400000" w14:sx="0" w14:sy="0" w14:kx="0" w14:ky="0" w14:algn="none">
            <w14:schemeClr w14:val="accent1">
              <w14:alpha w14:val="26000"/>
              <w14:satMod w14:val="190000"/>
              <w14:tint w14:val="100000"/>
            </w14:schemeClr>
          </w14:shadow>
          <w14:reflection w14:blurRad="622300" w14:stA="0" w14:stPos="0" w14:endA="0" w14:endPos="100000" w14:dist="1270000" w14:dir="0" w14:fadeDir="0" w14:sx="0" w14:sy="0" w14:kx="0" w14:ky="0" w14:algn="b"/>
          <w14:textOutline w14:w="444" w14:cap="flat" w14:cmpd="sng" w14:algn="ctr">
            <w14:solidFill>
              <w14:schemeClr w14:val="accent1">
                <w14:alpha w14:val="45000"/>
                <w14:satMod w14:val="190000"/>
              </w14:schemeClr>
            </w14:solidFill>
            <w14:prstDash w14:val="solid"/>
            <w14:round/>
          </w14:textOutline>
        </w:rPr>
      </w:pPr>
      <w:r w:rsidRPr="005976B0">
        <w:rPr>
          <w:rFonts w:ascii="Kristen ITC" w:hAnsi="Kristen ITC"/>
          <w:b/>
          <w:color w:val="2DA2BF" w:themeColor="accent1"/>
          <w:sz w:val="56"/>
          <w:szCs w:val="56"/>
          <w14:shadow w14:blurRad="101600" w14:dist="76200" w14:dir="5400000" w14:sx="0" w14:sy="0" w14:kx="0" w14:ky="0" w14:algn="none">
            <w14:schemeClr w14:val="accent1">
              <w14:alpha w14:val="26000"/>
              <w14:satMod w14:val="190000"/>
              <w14:tint w14:val="100000"/>
            </w14:schemeClr>
          </w14:shadow>
          <w14:reflection w14:blurRad="622300" w14:stA="0" w14:stPos="0" w14:endA="0" w14:endPos="100000" w14:dist="1270000" w14:dir="0" w14:fadeDir="0" w14:sx="0" w14:sy="0" w14:kx="0" w14:ky="0" w14:algn="b"/>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sym w:font="Wingdings" w:char="F04A"/>
      </w:r>
      <w:r w:rsidR="007E4E16">
        <w:rPr>
          <w:rFonts w:ascii="Kristen ITC" w:hAnsi="Kristen ITC"/>
          <w:b/>
          <w:color w:val="2DA2BF" w:themeColor="accent1"/>
          <w:sz w:val="56"/>
          <w:szCs w:val="56"/>
          <w14:shadow w14:blurRad="101600" w14:dist="76200" w14:dir="5400000" w14:sx="0" w14:sy="0" w14:kx="0" w14:ky="0" w14:algn="none">
            <w14:schemeClr w14:val="accent1">
              <w14:alpha w14:val="26000"/>
              <w14:satMod w14:val="190000"/>
              <w14:tint w14:val="100000"/>
            </w14:schemeClr>
          </w14:shadow>
          <w14:reflection w14:blurRad="622300" w14:stA="0" w14:stPos="0" w14:endA="0" w14:endPos="100000" w14:dist="1270000" w14:dir="0" w14:fadeDir="0" w14:sx="0" w14:sy="0" w14:kx="0" w14:ky="0" w14:algn="b"/>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sym w:font="Wingdings" w:char="F04A"/>
      </w:r>
      <w:r w:rsidR="007E4E16">
        <w:rPr>
          <w:rFonts w:ascii="Kristen ITC" w:hAnsi="Kristen ITC"/>
          <w:b/>
          <w:color w:val="2DA2BF" w:themeColor="accent1"/>
          <w:sz w:val="56"/>
          <w:szCs w:val="56"/>
          <w14:shadow w14:blurRad="101600" w14:dist="76200" w14:dir="5400000" w14:sx="0" w14:sy="0" w14:kx="0" w14:ky="0" w14:algn="none">
            <w14:schemeClr w14:val="accent1">
              <w14:alpha w14:val="26000"/>
              <w14:satMod w14:val="190000"/>
              <w14:tint w14:val="100000"/>
            </w14:schemeClr>
          </w14:shadow>
          <w14:reflection w14:blurRad="622300" w14:stA="0" w14:stPos="0" w14:endA="0" w14:endPos="100000" w14:dist="1270000" w14:dir="0" w14:fadeDir="0" w14:sx="0" w14:sy="0" w14:kx="0" w14:ky="0" w14:algn="b"/>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sym w:font="Wingdings" w:char="F049"/>
      </w:r>
      <w:r w:rsidR="00E52C1A" w:rsidRPr="006A4251">
        <w:rPr>
          <w:rFonts w:ascii="Kristen ITC" w:hAnsi="Kristen ITC"/>
          <w:b/>
          <w:outline/>
          <w:color w:val="DA1F28" w:themeColor="accent2"/>
          <w:sz w:val="56"/>
          <w:szCs w:val="56"/>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t>Circus recount</w:t>
      </w:r>
      <w:r w:rsidR="007E4E16">
        <w:rPr>
          <w:rFonts w:ascii="Kristen ITC" w:hAnsi="Kristen ITC"/>
          <w:b/>
          <w:color w:val="2DA2BF" w:themeColor="accent1"/>
          <w:sz w:val="56"/>
          <w:szCs w:val="56"/>
          <w14:shadow w14:blurRad="101600" w14:dist="76200" w14:dir="5400000" w14:sx="0" w14:sy="0" w14:kx="0" w14:ky="0" w14:algn="none">
            <w14:schemeClr w14:val="accent1">
              <w14:alpha w14:val="26000"/>
              <w14:satMod w14:val="190000"/>
              <w14:tint w14:val="100000"/>
            </w14:schemeClr>
          </w14:shadow>
          <w14:reflection w14:blurRad="622300" w14:stA="0" w14:stPos="0" w14:endA="0" w14:endPos="100000" w14:dist="1270000" w14:dir="0" w14:fadeDir="0" w14:sx="0" w14:sy="0" w14:kx="0" w14:ky="0" w14:algn="b"/>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sym w:font="Wingdings" w:char="F049"/>
      </w:r>
      <w:r w:rsidR="007E4E16">
        <w:rPr>
          <w:rFonts w:ascii="Kristen ITC" w:hAnsi="Kristen ITC"/>
          <w:b/>
          <w:color w:val="2DA2BF" w:themeColor="accent1"/>
          <w:sz w:val="56"/>
          <w:szCs w:val="56"/>
          <w14:shadow w14:blurRad="101600" w14:dist="76200" w14:dir="5400000" w14:sx="0" w14:sy="0" w14:kx="0" w14:ky="0" w14:algn="none">
            <w14:schemeClr w14:val="accent1">
              <w14:alpha w14:val="26000"/>
              <w14:satMod w14:val="190000"/>
              <w14:tint w14:val="100000"/>
            </w14:schemeClr>
          </w14:shadow>
          <w14:reflection w14:blurRad="622300" w14:stA="0" w14:stPos="0" w14:endA="0" w14:endPos="100000" w14:dist="1270000" w14:dir="0" w14:fadeDir="0" w14:sx="0" w14:sy="0" w14:kx="0" w14:ky="0" w14:algn="b"/>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sym w:font="Wingdings" w:char="F04A"/>
      </w:r>
      <w:r w:rsidRPr="005976B0">
        <w:rPr>
          <w:rFonts w:ascii="Kristen ITC" w:hAnsi="Kristen ITC"/>
          <w:b/>
          <w:color w:val="2DA2BF" w:themeColor="accent1"/>
          <w:sz w:val="56"/>
          <w:szCs w:val="56"/>
          <w14:shadow w14:blurRad="101600" w14:dist="76200" w14:dir="5400000" w14:sx="0" w14:sy="0" w14:kx="0" w14:ky="0" w14:algn="none">
            <w14:schemeClr w14:val="accent1">
              <w14:alpha w14:val="26000"/>
              <w14:satMod w14:val="190000"/>
              <w14:tint w14:val="100000"/>
            </w14:schemeClr>
          </w14:shadow>
          <w14:reflection w14:blurRad="622300" w14:stA="0" w14:stPos="0" w14:endA="0" w14:endPos="100000" w14:dist="1270000" w14:dir="0" w14:fadeDir="0" w14:sx="0" w14:sy="0" w14:kx="0" w14:ky="0" w14:algn="b"/>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sym w:font="Wingdings" w:char="F04A"/>
      </w:r>
    </w:p>
    <w:p w:rsidR="00F13F39" w:rsidRPr="00315322" w:rsidRDefault="00E52C1A">
      <w:pPr>
        <w:rPr>
          <w:rFonts w:ascii="Kristen ITC" w:hAnsi="Kristen ITC"/>
          <w:color w:val="FFFFFF" w:themeColor="background1"/>
          <w:sz w:val="24"/>
          <w:szCs w:val="24"/>
        </w:rPr>
      </w:pPr>
      <w:r w:rsidRPr="00315322">
        <w:rPr>
          <w:rFonts w:ascii="Kristen ITC" w:hAnsi="Kristen ITC"/>
          <w:color w:val="FFFFFF" w:themeColor="background1"/>
          <w:sz w:val="24"/>
          <w:szCs w:val="24"/>
        </w:rPr>
        <w:t>My hands were shaking but my heart was pumping frantically, whil</w:t>
      </w:r>
      <w:bookmarkStart w:id="0" w:name="_GoBack"/>
      <w:bookmarkEnd w:id="0"/>
      <w:r w:rsidRPr="00315322">
        <w:rPr>
          <w:rFonts w:ascii="Kristen ITC" w:hAnsi="Kristen ITC"/>
          <w:color w:val="FFFFFF" w:themeColor="background1"/>
          <w:sz w:val="24"/>
          <w:szCs w:val="24"/>
        </w:rPr>
        <w:t>e we were wondering to the assembly hall everyone was buzzed with excitement. Once we got to the cold metal hall we lay ourselves down on the ice cold ground</w:t>
      </w:r>
      <w:r w:rsidR="00AE7E02" w:rsidRPr="00315322">
        <w:rPr>
          <w:rFonts w:ascii="Kristen ITC" w:hAnsi="Kristen ITC"/>
          <w:color w:val="FFFFFF" w:themeColor="background1"/>
          <w:sz w:val="24"/>
          <w:szCs w:val="24"/>
        </w:rPr>
        <w:t xml:space="preserve"> roo</w:t>
      </w:r>
      <w:r w:rsidRPr="00315322">
        <w:rPr>
          <w:rFonts w:ascii="Kristen ITC" w:hAnsi="Kristen ITC"/>
          <w:color w:val="FFFFFF" w:themeColor="background1"/>
          <w:sz w:val="24"/>
          <w:szCs w:val="24"/>
        </w:rPr>
        <w:t xml:space="preserve">m 10’s eyes gazed upon a ginger hair </w:t>
      </w:r>
      <w:r w:rsidR="00AE7E02" w:rsidRPr="00315322">
        <w:rPr>
          <w:rFonts w:ascii="Kristen ITC" w:hAnsi="Kristen ITC"/>
          <w:color w:val="FFFFFF" w:themeColor="background1"/>
          <w:sz w:val="24"/>
          <w:szCs w:val="24"/>
        </w:rPr>
        <w:t>freak with</w:t>
      </w:r>
      <w:r w:rsidRPr="00315322">
        <w:rPr>
          <w:rFonts w:ascii="Kristen ITC" w:hAnsi="Kristen ITC"/>
          <w:color w:val="FFFFFF" w:themeColor="background1"/>
          <w:sz w:val="24"/>
          <w:szCs w:val="24"/>
        </w:rPr>
        <w:t xml:space="preserve"> a bright but dull tangerine coloured moustache on his freckled face this </w:t>
      </w:r>
      <w:r w:rsidR="00AE7E02" w:rsidRPr="00315322">
        <w:rPr>
          <w:rFonts w:ascii="Kristen ITC" w:hAnsi="Kristen ITC"/>
          <w:color w:val="FFFFFF" w:themeColor="background1"/>
          <w:sz w:val="24"/>
          <w:szCs w:val="24"/>
        </w:rPr>
        <w:t>man’s</w:t>
      </w:r>
      <w:r w:rsidRPr="00315322">
        <w:rPr>
          <w:rFonts w:ascii="Kristen ITC" w:hAnsi="Kristen ITC"/>
          <w:color w:val="FFFFFF" w:themeColor="background1"/>
          <w:sz w:val="24"/>
          <w:szCs w:val="24"/>
        </w:rPr>
        <w:t xml:space="preserve"> name was George. George was a magnificent circus performer </w:t>
      </w:r>
      <w:r w:rsidR="00AE7E02" w:rsidRPr="00315322">
        <w:rPr>
          <w:rFonts w:ascii="Kristen ITC" w:hAnsi="Kristen ITC"/>
          <w:color w:val="FFFFFF" w:themeColor="background1"/>
          <w:sz w:val="24"/>
          <w:szCs w:val="24"/>
        </w:rPr>
        <w:t>and George</w:t>
      </w:r>
      <w:r w:rsidRPr="00315322">
        <w:rPr>
          <w:rFonts w:ascii="Kristen ITC" w:hAnsi="Kristen ITC"/>
          <w:color w:val="FFFFFF" w:themeColor="background1"/>
          <w:sz w:val="24"/>
          <w:szCs w:val="24"/>
        </w:rPr>
        <w:t xml:space="preserve"> </w:t>
      </w:r>
      <w:r w:rsidR="00AE7E02" w:rsidRPr="00315322">
        <w:rPr>
          <w:rFonts w:ascii="Kristen ITC" w:hAnsi="Kristen ITC"/>
          <w:color w:val="FFFFFF" w:themeColor="background1"/>
          <w:sz w:val="24"/>
          <w:szCs w:val="24"/>
        </w:rPr>
        <w:t xml:space="preserve">was </w:t>
      </w:r>
      <w:r w:rsidRPr="00315322">
        <w:rPr>
          <w:rFonts w:ascii="Kristen ITC" w:hAnsi="Kristen ITC"/>
          <w:color w:val="FFFFFF" w:themeColor="background1"/>
          <w:sz w:val="24"/>
          <w:szCs w:val="24"/>
        </w:rPr>
        <w:t xml:space="preserve">  </w:t>
      </w:r>
      <w:r w:rsidR="00AE7E02" w:rsidRPr="00315322">
        <w:rPr>
          <w:rFonts w:ascii="Kristen ITC" w:hAnsi="Kristen ITC"/>
          <w:color w:val="FFFFFF" w:themeColor="background1"/>
          <w:sz w:val="24"/>
          <w:szCs w:val="24"/>
        </w:rPr>
        <w:t>smart,</w:t>
      </w:r>
      <w:r w:rsidRPr="00315322">
        <w:rPr>
          <w:rFonts w:ascii="Kristen ITC" w:hAnsi="Kristen ITC"/>
          <w:color w:val="FFFFFF" w:themeColor="background1"/>
          <w:sz w:val="24"/>
          <w:szCs w:val="24"/>
        </w:rPr>
        <w:t xml:space="preserve"> quirky and funny</w:t>
      </w:r>
      <w:r w:rsidR="00AE7E02" w:rsidRPr="00315322">
        <w:rPr>
          <w:rFonts w:ascii="Kristen ITC" w:hAnsi="Kristen ITC"/>
          <w:color w:val="FFFFFF" w:themeColor="background1"/>
          <w:sz w:val="24"/>
          <w:szCs w:val="24"/>
        </w:rPr>
        <w:t>. But opposite George was a small lady with reddish and bright orange likes hair her name was Lil, Lil was also a flexible circus performer but Lil was George’s partner for shows Lil was very flexible because she is an acrobatic. Lil and George and Lil looked comfortable and comfortably relaxed in their coloured but lightly dull circus clothes.</w:t>
      </w:r>
    </w:p>
    <w:p w:rsidR="00F13F39" w:rsidRPr="00315322" w:rsidRDefault="00AE7E02">
      <w:pPr>
        <w:rPr>
          <w:rFonts w:ascii="Kristen ITC" w:hAnsi="Kristen ITC"/>
          <w:color w:val="FFFFFF" w:themeColor="background1"/>
          <w:sz w:val="24"/>
          <w:szCs w:val="24"/>
        </w:rPr>
      </w:pPr>
      <w:r w:rsidRPr="00315322">
        <w:rPr>
          <w:rFonts w:ascii="Kristen ITC" w:hAnsi="Kristen ITC"/>
          <w:color w:val="FFFFFF" w:themeColor="background1"/>
          <w:sz w:val="24"/>
          <w:szCs w:val="24"/>
        </w:rPr>
        <w:t>Our first activity to do was to use our space around us wisely, room 10</w:t>
      </w:r>
      <w:r w:rsidR="00AD7266" w:rsidRPr="00315322">
        <w:rPr>
          <w:rFonts w:ascii="Kristen ITC" w:hAnsi="Kristen ITC"/>
          <w:color w:val="FFFFFF" w:themeColor="background1"/>
          <w:sz w:val="24"/>
          <w:szCs w:val="24"/>
        </w:rPr>
        <w:t xml:space="preserve"> stretched out and awkward positions which George screamed out at</w:t>
      </w:r>
      <w:r w:rsidR="00F13F39" w:rsidRPr="00315322">
        <w:rPr>
          <w:rFonts w:ascii="Kristen ITC" w:hAnsi="Kristen ITC"/>
          <w:color w:val="FFFFFF" w:themeColor="background1"/>
          <w:sz w:val="24"/>
          <w:szCs w:val="24"/>
        </w:rPr>
        <w:t xml:space="preserve"> the top of his lungs. But now L</w:t>
      </w:r>
      <w:r w:rsidR="00AD7266" w:rsidRPr="00315322">
        <w:rPr>
          <w:rFonts w:ascii="Kristen ITC" w:hAnsi="Kristen ITC"/>
          <w:color w:val="FFFFFF" w:themeColor="background1"/>
          <w:sz w:val="24"/>
          <w:szCs w:val="24"/>
        </w:rPr>
        <w:t>il took over</w:t>
      </w:r>
      <w:r w:rsidR="00F13F39" w:rsidRPr="00315322">
        <w:rPr>
          <w:rFonts w:ascii="Kristen ITC" w:hAnsi="Kristen ITC"/>
          <w:color w:val="FFFFFF" w:themeColor="background1"/>
          <w:sz w:val="24"/>
          <w:szCs w:val="24"/>
        </w:rPr>
        <w:t xml:space="preserve"> and made us pose in uncomfortable </w:t>
      </w:r>
      <w:r w:rsidR="00AD7266" w:rsidRPr="00315322">
        <w:rPr>
          <w:rFonts w:ascii="Kristen ITC" w:hAnsi="Kristen ITC"/>
          <w:color w:val="FFFFFF" w:themeColor="background1"/>
          <w:sz w:val="24"/>
          <w:szCs w:val="24"/>
        </w:rPr>
        <w:t xml:space="preserve"> positions  like happy cat and sad cat that was fun and cute, after that we  stretched as long as we could and as small as we could and is fat as we could and as skinny as we could.</w:t>
      </w:r>
      <w:r w:rsidR="00F13F39" w:rsidRPr="00315322">
        <w:rPr>
          <w:rFonts w:ascii="Kristen ITC" w:hAnsi="Kristen ITC"/>
          <w:color w:val="FFFFFF" w:themeColor="background1"/>
          <w:sz w:val="24"/>
          <w:szCs w:val="24"/>
        </w:rPr>
        <w:t xml:space="preserve"> George and L</w:t>
      </w:r>
      <w:r w:rsidR="0043712A" w:rsidRPr="00315322">
        <w:rPr>
          <w:rFonts w:ascii="Kristen ITC" w:hAnsi="Kristen ITC"/>
          <w:color w:val="FFFFFF" w:themeColor="background1"/>
          <w:sz w:val="24"/>
          <w:szCs w:val="24"/>
        </w:rPr>
        <w:t xml:space="preserve">il arranged us into groups </w:t>
      </w:r>
      <w:r w:rsidR="002F6991" w:rsidRPr="00315322">
        <w:rPr>
          <w:rFonts w:ascii="Kristen ITC" w:hAnsi="Kristen ITC"/>
          <w:color w:val="FFFFFF" w:themeColor="background1"/>
          <w:sz w:val="24"/>
          <w:szCs w:val="24"/>
        </w:rPr>
        <w:t>if you were in g</w:t>
      </w:r>
      <w:r w:rsidR="00F13F39" w:rsidRPr="00315322">
        <w:rPr>
          <w:rFonts w:ascii="Kristen ITC" w:hAnsi="Kristen ITC"/>
          <w:color w:val="FFFFFF" w:themeColor="background1"/>
          <w:sz w:val="24"/>
          <w:szCs w:val="24"/>
        </w:rPr>
        <w:t>roup odd oddie 1 you were with the clowny George</w:t>
      </w:r>
      <w:r w:rsidR="002F6991" w:rsidRPr="00315322">
        <w:rPr>
          <w:rFonts w:ascii="Kristen ITC" w:hAnsi="Kristen ITC"/>
          <w:color w:val="FFFFFF" w:themeColor="background1"/>
          <w:sz w:val="24"/>
          <w:szCs w:val="24"/>
        </w:rPr>
        <w:t xml:space="preserve"> for </w:t>
      </w:r>
      <w:r w:rsidR="00F13F39" w:rsidRPr="00315322">
        <w:rPr>
          <w:rFonts w:ascii="Kristen ITC" w:hAnsi="Kristen ITC"/>
          <w:color w:val="FFFFFF" w:themeColor="background1"/>
          <w:sz w:val="24"/>
          <w:szCs w:val="24"/>
        </w:rPr>
        <w:t xml:space="preserve">slapstick but if you were in even </w:t>
      </w:r>
      <w:r w:rsidR="00B455CD" w:rsidRPr="00315322">
        <w:rPr>
          <w:rFonts w:ascii="Kristen ITC" w:hAnsi="Kristen ITC"/>
          <w:color w:val="FFFFFF" w:themeColor="background1"/>
          <w:sz w:val="24"/>
          <w:szCs w:val="24"/>
        </w:rPr>
        <w:t>Steven</w:t>
      </w:r>
      <w:r w:rsidR="004E6202" w:rsidRPr="00315322">
        <w:rPr>
          <w:rFonts w:ascii="Kristen ITC" w:hAnsi="Kristen ITC"/>
          <w:color w:val="FFFFFF" w:themeColor="background1"/>
          <w:sz w:val="24"/>
          <w:szCs w:val="24"/>
        </w:rPr>
        <w:t xml:space="preserve"> group number 2 you were with the stretchable Li</w:t>
      </w:r>
      <w:r w:rsidR="00F13F39" w:rsidRPr="00315322">
        <w:rPr>
          <w:rFonts w:ascii="Kristen ITC" w:hAnsi="Kristen ITC"/>
          <w:color w:val="FFFFFF" w:themeColor="background1"/>
          <w:sz w:val="24"/>
          <w:szCs w:val="24"/>
        </w:rPr>
        <w:t>l to do some fragile acrobatics moves.</w:t>
      </w:r>
      <w:r w:rsidR="007E4E16" w:rsidRPr="00315322">
        <w:rPr>
          <w:rFonts w:ascii="Kristen ITC" w:hAnsi="Kristen ITC"/>
          <w:color w:val="FFFFFF" w:themeColor="background1"/>
          <w:sz w:val="24"/>
          <w:szCs w:val="24"/>
        </w:rPr>
        <w:t xml:space="preserve"> </w:t>
      </w:r>
    </w:p>
    <w:p w:rsidR="00E52C1A" w:rsidRPr="00315322" w:rsidRDefault="0073597A">
      <w:pPr>
        <w:rPr>
          <w:rFonts w:ascii="Kristen ITC" w:hAnsi="Kristen ITC"/>
          <w:color w:val="FFFFFF" w:themeColor="background1"/>
          <w:sz w:val="24"/>
          <w:szCs w:val="24"/>
        </w:rPr>
      </w:pPr>
      <w:r w:rsidRPr="00315322">
        <w:rPr>
          <w:rFonts w:ascii="Kristen ITC" w:hAnsi="Kristen ITC"/>
          <w:color w:val="FFFFFF" w:themeColor="background1"/>
          <w:sz w:val="24"/>
          <w:szCs w:val="24"/>
        </w:rPr>
        <w:t>I was with George so we were doing miming and fake stuff which is called slapstick, slapstick is where it looks like your kicking punching someone, even running into wall or doing something naughty but it’s not r</w:t>
      </w:r>
      <w:r w:rsidR="00B455CD" w:rsidRPr="00315322">
        <w:rPr>
          <w:rFonts w:ascii="Kristen ITC" w:hAnsi="Kristen ITC"/>
          <w:color w:val="FFFFFF" w:themeColor="background1"/>
          <w:sz w:val="24"/>
          <w:szCs w:val="24"/>
        </w:rPr>
        <w:t>eally real they fake it by using facial expression to show that your hurt or angry and that’s the same with miming but with miming your like creating an image inside your audience’s head and making them believe that your crouching down and opening a unique box because it can be anything you want the box to look like and pulling up a pole and making them believe that it’s actually real(w</w:t>
      </w:r>
      <w:r w:rsidR="005976B0" w:rsidRPr="00315322">
        <w:rPr>
          <w:rFonts w:ascii="Kristen ITC" w:hAnsi="Kristen ITC"/>
          <w:color w:val="FFFFFF" w:themeColor="background1"/>
          <w:sz w:val="24"/>
          <w:szCs w:val="24"/>
        </w:rPr>
        <w:t>e did this miming one. For miming</w:t>
      </w:r>
      <w:r w:rsidR="00B455CD" w:rsidRPr="00315322">
        <w:rPr>
          <w:rFonts w:ascii="Kristen ITC" w:hAnsi="Kristen ITC"/>
          <w:color w:val="FFFFFF" w:themeColor="background1"/>
          <w:sz w:val="24"/>
          <w:szCs w:val="24"/>
        </w:rPr>
        <w:t xml:space="preserve"> we did the box and pole which I just explained and we did this pulling the glass were you stand in one spot and pull your arms out one other your head and the other one below then you pull your </w:t>
      </w:r>
      <w:r w:rsidR="003941C0" w:rsidRPr="00315322">
        <w:rPr>
          <w:rFonts w:ascii="Kristen ITC" w:hAnsi="Kristen ITC"/>
          <w:color w:val="FFFFFF" w:themeColor="background1"/>
          <w:sz w:val="24"/>
          <w:szCs w:val="24"/>
        </w:rPr>
        <w:t xml:space="preserve">body and there you have it how to do the pulling the glass move. </w:t>
      </w:r>
      <w:r w:rsidR="003941C0" w:rsidRPr="00315322">
        <w:rPr>
          <w:rFonts w:ascii="Kristen ITC" w:hAnsi="Kristen ITC"/>
          <w:color w:val="FFFFFF" w:themeColor="background1"/>
          <w:sz w:val="24"/>
          <w:szCs w:val="24"/>
        </w:rPr>
        <w:lastRenderedPageBreak/>
        <w:t>Now we did slapstick it was really fun we did so many different moves but I can only talk about one and this one was my favourite one it was tricky an</w:t>
      </w:r>
      <w:r w:rsidR="000B72AD" w:rsidRPr="00315322">
        <w:rPr>
          <w:rFonts w:ascii="Kristen ITC" w:hAnsi="Kristen ITC"/>
          <w:color w:val="FFFFFF" w:themeColor="background1"/>
          <w:sz w:val="24"/>
          <w:szCs w:val="24"/>
        </w:rPr>
        <w:t>d fun it’s called pull that hair, this</w:t>
      </w:r>
      <w:r w:rsidR="003941C0" w:rsidRPr="00315322">
        <w:rPr>
          <w:rFonts w:ascii="Kristen ITC" w:hAnsi="Kristen ITC"/>
          <w:color w:val="FFFFFF" w:themeColor="background1"/>
          <w:sz w:val="24"/>
          <w:szCs w:val="24"/>
        </w:rPr>
        <w:t xml:space="preserve"> move was where a person was lying on the ground as still as a statue and then you grab their hair firmly but not </w:t>
      </w:r>
      <w:r w:rsidR="000B72AD" w:rsidRPr="00315322">
        <w:rPr>
          <w:rFonts w:ascii="Kristen ITC" w:hAnsi="Kristen ITC"/>
          <w:color w:val="FFFFFF" w:themeColor="background1"/>
          <w:sz w:val="24"/>
          <w:szCs w:val="24"/>
        </w:rPr>
        <w:t>too</w:t>
      </w:r>
      <w:r w:rsidR="003941C0" w:rsidRPr="00315322">
        <w:rPr>
          <w:rFonts w:ascii="Kristen ITC" w:hAnsi="Kristen ITC"/>
          <w:color w:val="FFFFFF" w:themeColor="background1"/>
          <w:sz w:val="24"/>
          <w:szCs w:val="24"/>
        </w:rPr>
        <w:t xml:space="preserve"> hard while they grab on or hold on very tightly to their wrist  and when the person holding the wrist needs to put on some painful facial </w:t>
      </w:r>
      <w:r w:rsidR="000B72AD" w:rsidRPr="00315322">
        <w:rPr>
          <w:rFonts w:ascii="Kristen ITC" w:hAnsi="Kristen ITC"/>
          <w:color w:val="FFFFFF" w:themeColor="background1"/>
          <w:sz w:val="24"/>
          <w:szCs w:val="24"/>
        </w:rPr>
        <w:t>expressions</w:t>
      </w:r>
      <w:r w:rsidR="003941C0" w:rsidRPr="00315322">
        <w:rPr>
          <w:rFonts w:ascii="Kristen ITC" w:hAnsi="Kristen ITC"/>
          <w:color w:val="FFFFFF" w:themeColor="background1"/>
          <w:sz w:val="24"/>
          <w:szCs w:val="24"/>
        </w:rPr>
        <w:t xml:space="preserve"> and to wriggle around while the top </w:t>
      </w:r>
      <w:r w:rsidR="000B72AD" w:rsidRPr="00315322">
        <w:rPr>
          <w:rFonts w:ascii="Kristen ITC" w:hAnsi="Kristen ITC"/>
          <w:color w:val="FFFFFF" w:themeColor="background1"/>
          <w:sz w:val="24"/>
          <w:szCs w:val="24"/>
        </w:rPr>
        <w:t>person</w:t>
      </w:r>
      <w:r w:rsidR="003941C0" w:rsidRPr="00315322">
        <w:rPr>
          <w:rFonts w:ascii="Kristen ITC" w:hAnsi="Kristen ITC"/>
          <w:color w:val="FFFFFF" w:themeColor="background1"/>
          <w:sz w:val="24"/>
          <w:szCs w:val="24"/>
        </w:rPr>
        <w:t xml:space="preserve"> </w:t>
      </w:r>
      <w:r w:rsidR="000B72AD" w:rsidRPr="00315322">
        <w:rPr>
          <w:rFonts w:ascii="Kristen ITC" w:hAnsi="Kristen ITC"/>
          <w:color w:val="FFFFFF" w:themeColor="background1"/>
          <w:sz w:val="24"/>
          <w:szCs w:val="24"/>
        </w:rPr>
        <w:t>try’s</w:t>
      </w:r>
      <w:r w:rsidR="003941C0" w:rsidRPr="00315322">
        <w:rPr>
          <w:rFonts w:ascii="Kristen ITC" w:hAnsi="Kristen ITC"/>
          <w:color w:val="FFFFFF" w:themeColor="background1"/>
          <w:sz w:val="24"/>
          <w:szCs w:val="24"/>
        </w:rPr>
        <w:t xml:space="preserve"> to pull across a smooth but clean floor and it look</w:t>
      </w:r>
      <w:r w:rsidR="000B72AD" w:rsidRPr="00315322">
        <w:rPr>
          <w:rFonts w:ascii="Kristen ITC" w:hAnsi="Kristen ITC"/>
          <w:color w:val="FFFFFF" w:themeColor="background1"/>
          <w:sz w:val="24"/>
          <w:szCs w:val="24"/>
        </w:rPr>
        <w:t>s</w:t>
      </w:r>
      <w:r w:rsidR="003941C0" w:rsidRPr="00315322">
        <w:rPr>
          <w:rFonts w:ascii="Kristen ITC" w:hAnsi="Kristen ITC"/>
          <w:color w:val="FFFFFF" w:themeColor="background1"/>
          <w:sz w:val="24"/>
          <w:szCs w:val="24"/>
        </w:rPr>
        <w:t xml:space="preserve"> </w:t>
      </w:r>
      <w:r w:rsidR="000B72AD" w:rsidRPr="00315322">
        <w:rPr>
          <w:rFonts w:ascii="Kristen ITC" w:hAnsi="Kristen ITC"/>
          <w:color w:val="FFFFFF" w:themeColor="background1"/>
          <w:sz w:val="24"/>
          <w:szCs w:val="24"/>
        </w:rPr>
        <w:t>like</w:t>
      </w:r>
      <w:r w:rsidR="003941C0" w:rsidRPr="00315322">
        <w:rPr>
          <w:rFonts w:ascii="Kristen ITC" w:hAnsi="Kristen ITC"/>
          <w:color w:val="FFFFFF" w:themeColor="background1"/>
          <w:sz w:val="24"/>
          <w:szCs w:val="24"/>
        </w:rPr>
        <w:t xml:space="preserve"> your pulling their hair reall</w:t>
      </w:r>
      <w:r w:rsidR="00C960FD" w:rsidRPr="00315322">
        <w:rPr>
          <w:rFonts w:ascii="Kristen ITC" w:hAnsi="Kristen ITC"/>
          <w:color w:val="FFFFFF" w:themeColor="background1"/>
          <w:sz w:val="24"/>
          <w:szCs w:val="24"/>
        </w:rPr>
        <w:t xml:space="preserve">y hard and they’re </w:t>
      </w:r>
      <w:r w:rsidR="007A6B3C" w:rsidRPr="00315322">
        <w:rPr>
          <w:rFonts w:ascii="Kristen ITC" w:hAnsi="Kristen ITC"/>
          <w:color w:val="FFFFFF" w:themeColor="background1"/>
          <w:sz w:val="24"/>
          <w:szCs w:val="24"/>
        </w:rPr>
        <w:t xml:space="preserve">getting hurt but really I’m not. </w:t>
      </w:r>
    </w:p>
    <w:p w:rsidR="00453561" w:rsidRPr="00315322" w:rsidRDefault="00C960FD" w:rsidP="005976B0">
      <w:pPr>
        <w:rPr>
          <w:rFonts w:ascii="Kristen ITC" w:hAnsi="Kristen ITC"/>
          <w:color w:val="FFFFFF" w:themeColor="background1"/>
          <w:sz w:val="24"/>
          <w:szCs w:val="24"/>
        </w:rPr>
      </w:pPr>
      <w:r w:rsidRPr="00315322">
        <w:rPr>
          <w:rFonts w:ascii="Kristen ITC" w:hAnsi="Kristen ITC"/>
          <w:color w:val="FFFFFF" w:themeColor="background1"/>
          <w:sz w:val="24"/>
          <w:szCs w:val="24"/>
        </w:rPr>
        <w:t>Now lil took over and my group did acrobalance</w:t>
      </w:r>
      <w:r w:rsidR="007A6B3C" w:rsidRPr="00315322">
        <w:rPr>
          <w:rFonts w:ascii="Kristen ITC" w:hAnsi="Kristen ITC"/>
          <w:color w:val="FFFFFF" w:themeColor="background1"/>
          <w:sz w:val="24"/>
          <w:szCs w:val="24"/>
        </w:rPr>
        <w:t xml:space="preserve">, for </w:t>
      </w:r>
      <w:r w:rsidR="00B35ABC" w:rsidRPr="00315322">
        <w:rPr>
          <w:rFonts w:ascii="Kristen ITC" w:hAnsi="Kristen ITC"/>
          <w:color w:val="FFFFFF" w:themeColor="background1"/>
          <w:sz w:val="24"/>
          <w:szCs w:val="24"/>
        </w:rPr>
        <w:t xml:space="preserve">acrobalance we were touching, sliding and balancing firmly we formed strange positions and shapes like the plane which is where one person lay down flat with their arms up and the other person grips onto their ankles firmly and the bottom person grips onto the top persons ankles and there you have it that is how to perform the bunk </w:t>
      </w:r>
      <w:r w:rsidR="00453561" w:rsidRPr="00315322">
        <w:rPr>
          <w:rFonts w:ascii="Kristen ITC" w:hAnsi="Kristen ITC"/>
          <w:color w:val="FFFFFF" w:themeColor="background1"/>
          <w:sz w:val="24"/>
          <w:szCs w:val="24"/>
        </w:rPr>
        <w:t>bed (</w:t>
      </w:r>
      <w:r w:rsidR="00B35ABC" w:rsidRPr="00315322">
        <w:rPr>
          <w:rFonts w:ascii="Kristen ITC" w:hAnsi="Kristen ITC"/>
          <w:color w:val="FFFFFF" w:themeColor="background1"/>
          <w:sz w:val="24"/>
          <w:szCs w:val="24"/>
        </w:rPr>
        <w:t>to do this you need have someone about your height). We also did more things like the plane, the chair which involved lots of focusing and especially concentrating it was</w:t>
      </w:r>
      <w:r w:rsidR="00453561" w:rsidRPr="00315322">
        <w:rPr>
          <w:rFonts w:ascii="Kristen ITC" w:hAnsi="Kristen ITC"/>
          <w:color w:val="FFFFFF" w:themeColor="background1"/>
          <w:sz w:val="24"/>
          <w:szCs w:val="24"/>
        </w:rPr>
        <w:t xml:space="preserve"> really fun and especially hard</w:t>
      </w:r>
      <w:r w:rsidR="00B35ABC" w:rsidRPr="00315322">
        <w:rPr>
          <w:rFonts w:ascii="Kristen ITC" w:hAnsi="Kristen ITC"/>
          <w:color w:val="FFFFFF" w:themeColor="background1"/>
          <w:sz w:val="24"/>
          <w:szCs w:val="24"/>
        </w:rPr>
        <w:t xml:space="preserve"> </w:t>
      </w:r>
      <w:r w:rsidR="00453561" w:rsidRPr="00315322">
        <w:rPr>
          <w:rFonts w:ascii="Kristen ITC" w:hAnsi="Kristen ITC"/>
          <w:color w:val="FFFFFF" w:themeColor="background1"/>
          <w:sz w:val="24"/>
          <w:szCs w:val="24"/>
        </w:rPr>
        <w:t>but I think Lil taught us amazing skills pro tricks.</w:t>
      </w:r>
    </w:p>
    <w:p w:rsidR="00453561" w:rsidRPr="00315322" w:rsidRDefault="00453561">
      <w:pPr>
        <w:rPr>
          <w:rFonts w:ascii="Kristen ITC" w:hAnsi="Kristen ITC"/>
          <w:color w:val="FFFFFF" w:themeColor="background1"/>
          <w:sz w:val="24"/>
          <w:szCs w:val="24"/>
        </w:rPr>
      </w:pPr>
      <w:r w:rsidRPr="00315322">
        <w:rPr>
          <w:rFonts w:ascii="Kristen ITC" w:hAnsi="Kristen ITC"/>
          <w:color w:val="FFFFFF" w:themeColor="background1"/>
          <w:sz w:val="24"/>
          <w:szCs w:val="24"/>
        </w:rPr>
        <w:t>Now our final task was for all of us (rm10) to get into a circle, it started off to be one ginormous blob but it turned into a proper circle while holding hands. Lil told us to lean back and trust one another but rm10 didn’t so guess what we all fell we tried it again …. CRASH we failed again after we tried it one more time but we failed how embarrassing even though we failed rm10 was chatting and laughing away nosily.</w:t>
      </w:r>
    </w:p>
    <w:p w:rsidR="00453561" w:rsidRPr="00315322" w:rsidRDefault="00453561">
      <w:pPr>
        <w:rPr>
          <w:rFonts w:ascii="Kristen ITC" w:hAnsi="Kristen ITC"/>
          <w:color w:val="FFFFFF" w:themeColor="background1"/>
          <w:sz w:val="24"/>
          <w:szCs w:val="24"/>
        </w:rPr>
      </w:pPr>
      <w:r w:rsidRPr="00315322">
        <w:rPr>
          <w:rFonts w:ascii="Kristen ITC" w:hAnsi="Kristen ITC"/>
          <w:color w:val="FFFFFF" w:themeColor="background1"/>
          <w:sz w:val="24"/>
          <w:szCs w:val="24"/>
        </w:rPr>
        <w:t xml:space="preserve">I think that it was very fun and it was filled with laughter and amazement that’s why it was so enjoyable. But next time I wish that </w:t>
      </w:r>
      <w:r w:rsidR="005976B0" w:rsidRPr="00315322">
        <w:rPr>
          <w:rFonts w:ascii="Kristen ITC" w:hAnsi="Kristen ITC"/>
          <w:color w:val="FFFFFF" w:themeColor="background1"/>
          <w:sz w:val="24"/>
          <w:szCs w:val="24"/>
        </w:rPr>
        <w:t>we had</w:t>
      </w:r>
      <w:r w:rsidRPr="00315322">
        <w:rPr>
          <w:rFonts w:ascii="Kristen ITC" w:hAnsi="Kristen ITC"/>
          <w:color w:val="FFFFFF" w:themeColor="background1"/>
          <w:sz w:val="24"/>
          <w:szCs w:val="24"/>
        </w:rPr>
        <w:t xml:space="preserve"> more time so then we could learn more tricks but other </w:t>
      </w:r>
      <w:r w:rsidR="005976B0" w:rsidRPr="00315322">
        <w:rPr>
          <w:rFonts w:ascii="Kristen ITC" w:hAnsi="Kristen ITC"/>
          <w:color w:val="FFFFFF" w:themeColor="background1"/>
          <w:sz w:val="24"/>
          <w:szCs w:val="24"/>
        </w:rPr>
        <w:t>than</w:t>
      </w:r>
      <w:r w:rsidRPr="00315322">
        <w:rPr>
          <w:rFonts w:ascii="Kristen ITC" w:hAnsi="Kristen ITC"/>
          <w:color w:val="FFFFFF" w:themeColor="background1"/>
          <w:sz w:val="24"/>
          <w:szCs w:val="24"/>
        </w:rPr>
        <w:t xml:space="preserve"> that it was </w:t>
      </w:r>
      <w:r w:rsidR="005976B0" w:rsidRPr="00315322">
        <w:rPr>
          <w:rFonts w:ascii="Kristen ITC" w:hAnsi="Kristen ITC"/>
          <w:color w:val="FFFFFF" w:themeColor="background1"/>
          <w:sz w:val="24"/>
          <w:szCs w:val="24"/>
        </w:rPr>
        <w:t xml:space="preserve">amazing and I would love to go there again and see George ad Lil do many more tricks and hear laughter in the air. </w:t>
      </w:r>
    </w:p>
    <w:p w:rsidR="005976B0" w:rsidRPr="00315322" w:rsidRDefault="005976B0">
      <w:pPr>
        <w:rPr>
          <w:rFonts w:ascii="Kristen ITC" w:hAnsi="Kristen ITC"/>
          <w:color w:val="FFFFFF" w:themeColor="background1"/>
          <w:sz w:val="24"/>
          <w:szCs w:val="24"/>
        </w:rPr>
      </w:pPr>
    </w:p>
    <w:p w:rsidR="00315322" w:rsidRPr="00315322" w:rsidRDefault="005976B0">
      <w:pPr>
        <w:rPr>
          <w:rFonts w:ascii="Kristen ITC" w:hAnsi="Kristen ITC"/>
          <w:color w:val="FFFFFF" w:themeColor="background1"/>
          <w:sz w:val="144"/>
          <w:szCs w:val="144"/>
        </w:rPr>
      </w:pPr>
      <w:r w:rsidRPr="00315322">
        <w:rPr>
          <w:rFonts w:ascii="Kristen ITC" w:hAnsi="Kristen ITC"/>
          <w:color w:val="FFFFFF" w:themeColor="background1"/>
          <w:sz w:val="72"/>
          <w:szCs w:val="72"/>
        </w:rPr>
        <w:t>By Courtney</w:t>
      </w:r>
      <w:r w:rsidRPr="00315322">
        <w:rPr>
          <w:rFonts w:ascii="Kristen ITC" w:hAnsi="Kristen ITC"/>
          <w:color w:val="FFFFFF" w:themeColor="background1"/>
          <w:sz w:val="96"/>
          <w:szCs w:val="96"/>
        </w:rPr>
        <w:sym w:font="Wingdings" w:char="F04A"/>
      </w:r>
      <w:r w:rsidRPr="00315322">
        <w:rPr>
          <w:rFonts w:ascii="Kristen ITC" w:hAnsi="Kristen ITC"/>
          <w:color w:val="FFFFFF" w:themeColor="background1"/>
          <w:sz w:val="96"/>
          <w:szCs w:val="96"/>
        </w:rPr>
        <w:sym w:font="Wingdings" w:char="F04A"/>
      </w:r>
      <w:r w:rsidRPr="00315322">
        <w:rPr>
          <w:rFonts w:ascii="Kristen ITC" w:hAnsi="Kristen ITC"/>
          <w:color w:val="FFFFFF" w:themeColor="background1"/>
          <w:sz w:val="96"/>
          <w:szCs w:val="96"/>
        </w:rPr>
        <w:sym w:font="Wingdings" w:char="F04A"/>
      </w:r>
    </w:p>
    <w:sectPr w:rsidR="00315322" w:rsidRPr="00315322" w:rsidSect="006B30E1">
      <w:pgSz w:w="11906" w:h="16838"/>
      <w:pgMar w:top="1440" w:right="1440" w:bottom="1440" w:left="1440" w:header="708" w:footer="708" w:gutter="0"/>
      <w:pgBorders w:offsetFrom="page">
        <w:top w:val="scaredCat" w:sz="31" w:space="24" w:color="00B050"/>
        <w:left w:val="scaredCat" w:sz="31" w:space="24" w:color="00B050"/>
        <w:bottom w:val="scaredCat" w:sz="31" w:space="24" w:color="00B050"/>
        <w:right w:val="scaredCat" w:sz="31" w:space="24" w:color="00B05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8C6"/>
      </v:shape>
    </w:pict>
  </w:numPicBullet>
  <w:abstractNum w:abstractNumId="0">
    <w:nsid w:val="1D601D8B"/>
    <w:multiLevelType w:val="hybridMultilevel"/>
    <w:tmpl w:val="456812D6"/>
    <w:lvl w:ilvl="0" w:tplc="14090007">
      <w:start w:val="1"/>
      <w:numFmt w:val="bullet"/>
      <w:lvlText w:val=""/>
      <w:lvlPicBulletId w:val="0"/>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C1A"/>
    <w:rsid w:val="000B72AD"/>
    <w:rsid w:val="002F6991"/>
    <w:rsid w:val="00315322"/>
    <w:rsid w:val="003941C0"/>
    <w:rsid w:val="0043712A"/>
    <w:rsid w:val="00453561"/>
    <w:rsid w:val="004E6202"/>
    <w:rsid w:val="005976B0"/>
    <w:rsid w:val="006A4251"/>
    <w:rsid w:val="006B30E1"/>
    <w:rsid w:val="0073597A"/>
    <w:rsid w:val="007A6B3C"/>
    <w:rsid w:val="007E4E16"/>
    <w:rsid w:val="009B2D0E"/>
    <w:rsid w:val="00AD7266"/>
    <w:rsid w:val="00AE7E02"/>
    <w:rsid w:val="00B35ABC"/>
    <w:rsid w:val="00B455CD"/>
    <w:rsid w:val="00C960FD"/>
    <w:rsid w:val="00E52C1A"/>
    <w:rsid w:val="00F13F3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76B0"/>
    <w:pPr>
      <w:ind w:left="720"/>
      <w:contextualSpacing/>
    </w:pPr>
  </w:style>
  <w:style w:type="paragraph" w:styleId="BalloonText">
    <w:name w:val="Balloon Text"/>
    <w:basedOn w:val="Normal"/>
    <w:link w:val="BalloonTextChar"/>
    <w:uiPriority w:val="99"/>
    <w:semiHidden/>
    <w:unhideWhenUsed/>
    <w:rsid w:val="003153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532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76B0"/>
    <w:pPr>
      <w:ind w:left="720"/>
      <w:contextualSpacing/>
    </w:pPr>
  </w:style>
  <w:style w:type="paragraph" w:styleId="BalloonText">
    <w:name w:val="Balloon Text"/>
    <w:basedOn w:val="Normal"/>
    <w:link w:val="BalloonTextChar"/>
    <w:uiPriority w:val="99"/>
    <w:semiHidden/>
    <w:unhideWhenUsed/>
    <w:rsid w:val="003153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53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951D2-0744-412B-8ED1-2CEA60E67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89B96AA7</Template>
  <TotalTime>170</TotalTime>
  <Pages>2</Pages>
  <Words>657</Words>
  <Characters>3747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8</cp:revision>
  <cp:lastPrinted>2012-06-19T21:08:00Z</cp:lastPrinted>
  <dcterms:created xsi:type="dcterms:W3CDTF">2012-05-27T23:15:00Z</dcterms:created>
  <dcterms:modified xsi:type="dcterms:W3CDTF">2012-06-19T21:09:00Z</dcterms:modified>
</cp:coreProperties>
</file>